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4D1C21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Road Branch Elementary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098214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4D1C2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4D1C2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11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4D1C21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14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4D1C21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11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4D1C21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78.6%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81.8%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4D1C2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100.0%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4D1C2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4D1C2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4D1C2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4D1C2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4D1C2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81.8%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18.2%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27.3%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4D1C21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36.4%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36.4%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4D1C2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27.3%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54.5%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54.5%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27.3%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18.2%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1C2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54.5%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36.4%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4D1C2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4D1C2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90.9%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4D1C2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9.1%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4D1C2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90.9%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9.1%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4D1C2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440" w:type="dxa"/>
          </w:tcPr>
          <w:p w:rsidR="009B797D" w:rsidRPr="00797E2A" w:rsidRDefault="004D1C2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18.2%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8B42CE" w:rsidRPr="00797E2A" w:rsidRDefault="004D1C2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9.1%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72.7%</w:t>
            </w:r>
          </w:p>
        </w:tc>
        <w:tc>
          <w:tcPr>
            <w:tcW w:w="1440" w:type="dxa"/>
          </w:tcPr>
          <w:p w:rsidR="008B42CE" w:rsidRPr="00797E2A" w:rsidRDefault="004D1C2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72.7%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40" w:type="dxa"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81.8%</w:t>
            </w:r>
          </w:p>
        </w:tc>
        <w:tc>
          <w:tcPr>
            <w:tcW w:w="889" w:type="pct"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011" w:type="pct"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81.8%</w:t>
            </w:r>
          </w:p>
        </w:tc>
        <w:tc>
          <w:tcPr>
            <w:tcW w:w="889" w:type="pct"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18.2%</w:t>
            </w:r>
          </w:p>
        </w:tc>
        <w:tc>
          <w:tcPr>
            <w:tcW w:w="1011" w:type="pct"/>
          </w:tcPr>
          <w:p w:rsidR="004206F3" w:rsidRPr="000B28B6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81.8%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54.5%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27.3%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2250" w:type="dxa"/>
            <w:noWrap/>
          </w:tcPr>
          <w:p w:rsidR="004206F3" w:rsidRPr="00797E2A" w:rsidRDefault="004D1C2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18.2%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9.1%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9.1%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9.1%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63.6%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1C2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9.1%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45.5%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27.3%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9.1%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1C2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63.6%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9.1%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9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170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435" w:type="dxa"/>
            <w:noWrap/>
          </w:tcPr>
          <w:p w:rsidR="00364F87" w:rsidRPr="00797E2A" w:rsidRDefault="004D1C2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9.1%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18.2%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45.5%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36.4%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72.7%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81.8%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90.9%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27.3%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36.4%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72.7%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90.9%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90.9%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27.3%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4D1C2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21" w:rsidRDefault="004D1C21" w:rsidP="0035328A">
      <w:pPr>
        <w:spacing w:after="0" w:line="240" w:lineRule="auto"/>
      </w:pPr>
      <w:r>
        <w:separator/>
      </w:r>
    </w:p>
  </w:endnote>
  <w:endnote w:type="continuationSeparator" w:id="0">
    <w:p w:rsidR="004D1C21" w:rsidRDefault="004D1C2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4D1C21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21" w:rsidRDefault="004D1C21" w:rsidP="0035328A">
      <w:pPr>
        <w:spacing w:after="0" w:line="240" w:lineRule="auto"/>
      </w:pPr>
      <w:r>
        <w:separator/>
      </w:r>
    </w:p>
  </w:footnote>
  <w:footnote w:type="continuationSeparator" w:id="0">
    <w:p w:rsidR="004D1C21" w:rsidRDefault="004D1C2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21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1C21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04DF270E-560E-40C7-BC56-29DD52FC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ED45-094C-4181-9104-9B0F79EC3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